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6F70D688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</w:t>
      </w:r>
      <w:bookmarkEnd w:id="0"/>
      <w:bookmarkEnd w:id="1"/>
      <w:bookmarkEnd w:id="2"/>
      <w:bookmarkEnd w:id="3"/>
      <w:r w:rsidR="00D51E4C">
        <w:rPr>
          <w:b/>
          <w:lang w:val="en-GB"/>
        </w:rPr>
        <w:t>:</w:t>
      </w:r>
      <w:r w:rsidR="0029739F">
        <w:rPr>
          <w:b/>
          <w:lang w:val="en-GB"/>
        </w:rPr>
        <w:t xml:space="preserve"> </w:t>
      </w:r>
      <w:r w:rsidR="008E2794">
        <w:rPr>
          <w:rFonts w:asciiTheme="minorHAnsi" w:hAnsiTheme="minorHAnsi" w:cstheme="minorHAnsi"/>
          <w:lang w:val="en-GB" w:eastAsia="ko-KR"/>
        </w:rPr>
        <w:t>2</w:t>
      </w:r>
      <w:r w:rsidR="001D0A54">
        <w:rPr>
          <w:rFonts w:asciiTheme="minorHAnsi" w:hAnsiTheme="minorHAnsi" w:cstheme="minorHAnsi"/>
          <w:lang w:val="en-GB" w:eastAsia="ko-KR"/>
        </w:rPr>
        <w:t>9</w:t>
      </w:r>
      <w:r w:rsidR="00C003BC">
        <w:rPr>
          <w:rFonts w:asciiTheme="minorHAnsi" w:hAnsiTheme="minorHAnsi" w:cstheme="minorHAnsi"/>
          <w:lang w:val="en-GB" w:eastAsia="ko-KR"/>
        </w:rPr>
        <w:t>-</w:t>
      </w:r>
      <w:r w:rsidR="008E2794">
        <w:rPr>
          <w:rFonts w:asciiTheme="minorHAnsi" w:hAnsiTheme="minorHAnsi" w:cstheme="minorHAnsi"/>
          <w:lang w:val="en-GB" w:eastAsia="ko-KR"/>
        </w:rPr>
        <w:t>G0</w:t>
      </w:r>
      <w:r w:rsidR="00D353FA">
        <w:rPr>
          <w:rFonts w:asciiTheme="minorHAnsi" w:hAnsiTheme="minorHAnsi" w:cstheme="minorHAnsi"/>
          <w:lang w:val="en-GB" w:eastAsia="ko-KR"/>
        </w:rPr>
        <w:t>01</w:t>
      </w:r>
      <w:r w:rsidR="001D0A54">
        <w:rPr>
          <w:rFonts w:asciiTheme="minorHAnsi" w:hAnsiTheme="minorHAnsi" w:cstheme="minorHAnsi"/>
          <w:lang w:val="en-GB" w:eastAsia="ko-KR"/>
        </w:rPr>
        <w:t>-</w:t>
      </w:r>
      <w:r w:rsidR="008E2794">
        <w:rPr>
          <w:rFonts w:asciiTheme="minorHAnsi" w:hAnsiTheme="minorHAnsi" w:cstheme="minorHAnsi"/>
          <w:lang w:val="en-GB" w:eastAsia="ko-KR"/>
        </w:rPr>
        <w:t>25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40CEE420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>The [</w:t>
      </w:r>
      <w:r w:rsidR="008E2794">
        <w:rPr>
          <w:rFonts w:ascii="Calibri" w:hAnsi="Calibri" w:cs="Calibri"/>
          <w:lang w:val="en-GB"/>
        </w:rPr>
        <w:t>Ministry of Line and Phoenix Island Developments</w:t>
      </w:r>
      <w:r w:rsidRPr="007F3777">
        <w:rPr>
          <w:rFonts w:ascii="Calibri" w:hAnsi="Calibri" w:cs="Calibri"/>
          <w:lang w:val="en-GB"/>
        </w:rPr>
        <w:t xml:space="preserve">],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r w:rsidR="00FB22CA" w:rsidRPr="007F3777">
        <w:rPr>
          <w:rFonts w:ascii="Calibri" w:hAnsi="Calibri" w:cs="Calibri"/>
          <w:lang w:val="en-GB"/>
        </w:rPr>
        <w:t>Technical</w:t>
      </w:r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>, whether or not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in the course of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25CE603D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1446BD">
        <w:rPr>
          <w:rFonts w:ascii="Calibri" w:eastAsia="Times New Roman" w:hAnsi="Calibri" w:cs="Calibri"/>
          <w:lang w:val="en-GB"/>
        </w:rPr>
        <w:t>, and this address only.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  <w:r w:rsidR="00F12200">
        <w:rPr>
          <w:rFonts w:ascii="Calibri" w:eastAsia="Times New Roman" w:hAnsi="Calibri" w:cs="Calibri"/>
          <w:lang w:val="en-GB"/>
        </w:rPr>
        <w:t xml:space="preserve"> 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2F85B8DB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Procurement num</w:t>
      </w:r>
      <w:r w:rsidR="008E2794">
        <w:rPr>
          <w:lang w:val="en-GB"/>
        </w:rPr>
        <w:t xml:space="preserve">ber: </w:t>
      </w:r>
      <w:r w:rsidR="00F062A5">
        <w:rPr>
          <w:lang w:val="en-GB"/>
        </w:rPr>
        <w:t>29-</w:t>
      </w:r>
      <w:r w:rsidR="008E2794">
        <w:rPr>
          <w:lang w:val="en-GB"/>
        </w:rPr>
        <w:t>G0</w:t>
      </w:r>
      <w:r w:rsidR="00803CA7">
        <w:rPr>
          <w:lang w:val="en-GB"/>
        </w:rPr>
        <w:t>01</w:t>
      </w:r>
      <w:r w:rsidR="008E2794">
        <w:rPr>
          <w:lang w:val="en-GB"/>
        </w:rPr>
        <w:t>-25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3E367D3E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1D0A54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1D0A54">
        <w:rPr>
          <w:rFonts w:ascii="Calibri" w:eastAsia="Times New Roman" w:hAnsi="Calibri" w:cs="Calibri"/>
          <w:lang w:val="en-GB"/>
        </w:rPr>
        <w:t>e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>a to e</w:t>
      </w:r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>, if different from above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>Life-cycle costs, as requested in the 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2BD81" w14:textId="77777777" w:rsidR="00BB1F2B" w:rsidRDefault="00BB1F2B">
      <w:r>
        <w:separator/>
      </w:r>
    </w:p>
  </w:endnote>
  <w:endnote w:type="continuationSeparator" w:id="0">
    <w:p w14:paraId="20E45A2B" w14:textId="77777777" w:rsidR="00BB1F2B" w:rsidRDefault="00BB1F2B">
      <w:r>
        <w:continuationSeparator/>
      </w:r>
    </w:p>
  </w:endnote>
  <w:endnote w:type="continuationNotice" w:id="1">
    <w:p w14:paraId="58DAE4C5" w14:textId="77777777" w:rsidR="00BB1F2B" w:rsidRDefault="00BB1F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039B2B0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03CA7">
      <w:rPr>
        <w:noProof/>
      </w:rPr>
      <w:t>2025-02-27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70E0C" w14:textId="77777777" w:rsidR="00BB1F2B" w:rsidRDefault="00BB1F2B">
      <w:r>
        <w:separator/>
      </w:r>
    </w:p>
  </w:footnote>
  <w:footnote w:type="continuationSeparator" w:id="0">
    <w:p w14:paraId="42E82D32" w14:textId="77777777" w:rsidR="00BB1F2B" w:rsidRDefault="00BB1F2B">
      <w:r>
        <w:continuationSeparator/>
      </w:r>
    </w:p>
  </w:footnote>
  <w:footnote w:type="continuationNotice" w:id="1">
    <w:p w14:paraId="7C2D57B6" w14:textId="77777777" w:rsidR="00BB1F2B" w:rsidRDefault="00BB1F2B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2804">
    <w:abstractNumId w:val="1"/>
  </w:num>
  <w:num w:numId="2" w16cid:durableId="1007556334">
    <w:abstractNumId w:val="12"/>
  </w:num>
  <w:num w:numId="3" w16cid:durableId="1567956697">
    <w:abstractNumId w:val="13"/>
  </w:num>
  <w:num w:numId="4" w16cid:durableId="755319923">
    <w:abstractNumId w:val="7"/>
  </w:num>
  <w:num w:numId="5" w16cid:durableId="351079544">
    <w:abstractNumId w:val="6"/>
  </w:num>
  <w:num w:numId="6" w16cid:durableId="697973030">
    <w:abstractNumId w:val="9"/>
  </w:num>
  <w:num w:numId="7" w16cid:durableId="1753429455">
    <w:abstractNumId w:val="8"/>
  </w:num>
  <w:num w:numId="8" w16cid:durableId="1051420271">
    <w:abstractNumId w:val="11"/>
  </w:num>
  <w:num w:numId="9" w16cid:durableId="1791705470">
    <w:abstractNumId w:val="0"/>
  </w:num>
  <w:num w:numId="10" w16cid:durableId="1216087938">
    <w:abstractNumId w:val="10"/>
  </w:num>
  <w:num w:numId="11" w16cid:durableId="1958172862">
    <w:abstractNumId w:val="4"/>
  </w:num>
  <w:num w:numId="12" w16cid:durableId="2120568526">
    <w:abstractNumId w:val="3"/>
  </w:num>
  <w:num w:numId="13" w16cid:durableId="919828612">
    <w:abstractNumId w:val="5"/>
  </w:num>
  <w:num w:numId="14" w16cid:durableId="812219123">
    <w:abstractNumId w:val="2"/>
  </w:num>
  <w:num w:numId="15" w16cid:durableId="67157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2D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6BD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170A"/>
    <w:rsid w:val="0019215F"/>
    <w:rsid w:val="001922EC"/>
    <w:rsid w:val="001943BC"/>
    <w:rsid w:val="001949C3"/>
    <w:rsid w:val="00195627"/>
    <w:rsid w:val="00196150"/>
    <w:rsid w:val="00196A90"/>
    <w:rsid w:val="0019731E"/>
    <w:rsid w:val="00197943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A54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39F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23D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697E"/>
    <w:rsid w:val="0035782F"/>
    <w:rsid w:val="0036008C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58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10C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3D5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2F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0648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1599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0E0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65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3CA7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4DCB"/>
    <w:rsid w:val="00835460"/>
    <w:rsid w:val="008400ED"/>
    <w:rsid w:val="008401C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1F3E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794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26A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56F87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4B32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4F4"/>
    <w:rsid w:val="00AF468D"/>
    <w:rsid w:val="00AF469A"/>
    <w:rsid w:val="00AF4D8E"/>
    <w:rsid w:val="00AF53B5"/>
    <w:rsid w:val="00AF559D"/>
    <w:rsid w:val="00AF617B"/>
    <w:rsid w:val="00AF7636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314C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08C6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5FA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014B"/>
    <w:rsid w:val="00BB1893"/>
    <w:rsid w:val="00BB1F2B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03BC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071"/>
    <w:rsid w:val="00CC4D42"/>
    <w:rsid w:val="00CC4DC5"/>
    <w:rsid w:val="00CC5774"/>
    <w:rsid w:val="00CC64E1"/>
    <w:rsid w:val="00CC6EC1"/>
    <w:rsid w:val="00CC7B64"/>
    <w:rsid w:val="00CD0228"/>
    <w:rsid w:val="00CD08FF"/>
    <w:rsid w:val="00CD312C"/>
    <w:rsid w:val="00CD3257"/>
    <w:rsid w:val="00CD3369"/>
    <w:rsid w:val="00CD3CCA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909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3FA"/>
    <w:rsid w:val="00D3562C"/>
    <w:rsid w:val="00D361BA"/>
    <w:rsid w:val="00D363A0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E4C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523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2D3A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3310"/>
    <w:rsid w:val="00DB4AF1"/>
    <w:rsid w:val="00DB666D"/>
    <w:rsid w:val="00DB76FB"/>
    <w:rsid w:val="00DC0002"/>
    <w:rsid w:val="00DC179E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6217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2A5"/>
    <w:rsid w:val="00F06488"/>
    <w:rsid w:val="00F06A99"/>
    <w:rsid w:val="00F07222"/>
    <w:rsid w:val="00F11DBD"/>
    <w:rsid w:val="00F12200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2EFD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4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1</Pages>
  <Words>1840</Words>
  <Characters>10488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12304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9</cp:revision>
  <cp:lastPrinted>2013-10-18T08:32:00Z</cp:lastPrinted>
  <dcterms:created xsi:type="dcterms:W3CDTF">2025-02-23T22:23:00Z</dcterms:created>
  <dcterms:modified xsi:type="dcterms:W3CDTF">2025-02-26T22:20:00Z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